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324" w:rsidRDefault="00083595" w:rsidP="00EE6324">
      <w:pPr>
        <w:ind w:left="-935"/>
      </w:pPr>
      <w:bookmarkStart w:id="0" w:name="_GoBack"/>
      <w:bookmarkEnd w:id="0"/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47625</wp:posOffset>
                </wp:positionV>
                <wp:extent cx="2110105" cy="489585"/>
                <wp:effectExtent l="0" t="0" r="0" b="190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0105" cy="489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6324" w:rsidRPr="00CE6C7F" w:rsidRDefault="00EE6324" w:rsidP="00EE6324">
                            <w:pPr>
                              <w:rPr>
                                <w:rFonts w:ascii="Trebuchet MS" w:hAnsi="Trebuchet MS"/>
                                <w:spacing w:val="8"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9A6A74">
                              <w:rPr>
                                <w:rFonts w:ascii="Trebuchet MS" w:hAnsi="Trebuchet MS"/>
                                <w:spacing w:val="8"/>
                                <w:sz w:val="18"/>
                                <w:szCs w:val="18"/>
                                <w:lang w:val="ru-RU"/>
                              </w:rPr>
                              <w:t>Fourth Coffee</w:t>
                            </w:r>
                          </w:p>
                          <w:p w:rsidR="00EE6324" w:rsidRPr="00CE6C7F" w:rsidRDefault="00EE6324" w:rsidP="00EE6324">
                            <w:pPr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9A6A74"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ru-RU"/>
                              </w:rPr>
                              <w:t>824566, г. Тула,</w:t>
                            </w:r>
                          </w:p>
                          <w:p w:rsidR="00EE6324" w:rsidRPr="00CE6C7F" w:rsidRDefault="00EE6324" w:rsidP="00EE6324">
                            <w:pPr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9A6A74">
                              <w:rPr>
                                <w:rFonts w:ascii="Trebuchet MS" w:hAnsi="Trebuchet MS"/>
                                <w:sz w:val="18"/>
                                <w:szCs w:val="18"/>
                                <w:lang w:val="ru-RU"/>
                              </w:rPr>
                              <w:t>Центральный бульвар, д. 246</w:t>
                            </w:r>
                          </w:p>
                        </w:txbxContent>
                      </wps:txbx>
                      <wps:bodyPr rot="0" vert="horz" wrap="square" lIns="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.85pt;margin-top:3.75pt;width:166.15pt;height:38.5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" stroked="f">
                <v:textbox style="mso-fit-shape-to-text:t" inset="0">
                  <w:txbxContent>
                    <w:p w:rsidR="00EE6324" w:rsidRPr="00CE6C7F" w:rsidRDefault="00EE6324" w:rsidP="00EE6324">
                      <w:pPr>
                        <w:rPr>
                          <w:rFonts w:ascii="Trebuchet MS" w:hAnsi="Trebuchet MS"/>
                          <w:spacing w:val="8"/>
                          <w:sz w:val="18"/>
                          <w:szCs w:val="18"/>
                          <w:lang w:val="ru-RU"/>
                        </w:rPr>
                      </w:pPr>
                      <w:r w:rsidRPr="009A6A74">
                        <w:rPr>
                          <w:rFonts w:ascii="Trebuchet MS" w:hAnsi="Trebuchet MS"/>
                          <w:spacing w:val="8"/>
                          <w:sz w:val="18"/>
                          <w:szCs w:val="18"/>
                          <w:lang w:val="ru-RU"/>
                        </w:rPr>
                        <w:t>Fourth Coffee</w:t>
                      </w:r>
                    </w:p>
                    <w:p w:rsidR="00EE6324" w:rsidRPr="00CE6C7F" w:rsidRDefault="00EE6324" w:rsidP="00EE6324">
                      <w:pPr>
                        <w:rPr>
                          <w:rFonts w:ascii="Trebuchet MS" w:hAnsi="Trebuchet MS"/>
                          <w:sz w:val="18"/>
                          <w:szCs w:val="18"/>
                          <w:lang w:val="ru-RU"/>
                        </w:rPr>
                      </w:pPr>
                      <w:r w:rsidRPr="009A6A74">
                        <w:rPr>
                          <w:rFonts w:ascii="Trebuchet MS" w:hAnsi="Trebuchet MS"/>
                          <w:sz w:val="18"/>
                          <w:szCs w:val="18"/>
                          <w:lang w:val="ru-RU"/>
                        </w:rPr>
                        <w:t>824566, г. Тула,</w:t>
                      </w:r>
                    </w:p>
                    <w:p w:rsidR="00EE6324" w:rsidRPr="00CE6C7F" w:rsidRDefault="00EE6324" w:rsidP="00EE6324">
                      <w:pPr>
                        <w:rPr>
                          <w:rFonts w:ascii="Trebuchet MS" w:hAnsi="Trebuchet MS"/>
                          <w:sz w:val="18"/>
                          <w:szCs w:val="18"/>
                          <w:lang w:val="ru-RU"/>
                        </w:rPr>
                      </w:pPr>
                      <w:r w:rsidRPr="009A6A74">
                        <w:rPr>
                          <w:rFonts w:ascii="Trebuchet MS" w:hAnsi="Trebuchet MS"/>
                          <w:sz w:val="18"/>
                          <w:szCs w:val="18"/>
                          <w:lang w:val="ru-RU"/>
                        </w:rPr>
                        <w:t>Центральный бульвар, д. 246</w:t>
                      </w:r>
                    </w:p>
                  </w:txbxContent>
                </v:textbox>
              </v:shape>
            </w:pict>
          </mc:Fallback>
        </mc:AlternateContent>
      </w:r>
      <w:r w:rsidR="00EE6324" w:rsidRPr="00C5166A">
        <w:rPr>
          <w:noProof/>
          <w:lang w:val="ru-RU" w:eastAsia="ru-RU"/>
        </w:rPr>
        <w:drawing>
          <wp:inline distT="0" distB="0" distL="0" distR="0">
            <wp:extent cx="733425" cy="726373"/>
            <wp:effectExtent l="19050" t="0" r="9525" b="0"/>
            <wp:docPr id="2" name="Picture 6" descr="cup of coff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up of coffe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263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324" w:rsidRDefault="00EE6324" w:rsidP="00EE6324">
      <w:pPr>
        <w:ind w:left="-935"/>
      </w:pPr>
    </w:p>
    <w:p w:rsidR="00EE6324" w:rsidRPr="00CE6C7F" w:rsidRDefault="00EE6324" w:rsidP="00EE6324">
      <w:pPr>
        <w:ind w:left="-935"/>
        <w:rPr>
          <w:rFonts w:ascii="Georgia" w:hAnsi="Georgia"/>
          <w:lang w:val="ru-RU"/>
        </w:rPr>
      </w:pPr>
      <w:r w:rsidRPr="009A6A74">
        <w:rPr>
          <w:rFonts w:ascii="Georgia" w:hAnsi="Georgia"/>
          <w:lang w:val="ru-RU"/>
        </w:rPr>
        <w:t>15 декабря 2009 г.</w:t>
      </w:r>
    </w:p>
    <w:p w:rsidR="00EE6324" w:rsidRPr="00CE6C7F" w:rsidRDefault="00EE6324" w:rsidP="00EE6324">
      <w:pPr>
        <w:ind w:left="-935"/>
        <w:rPr>
          <w:rFonts w:ascii="Georgia" w:hAnsi="Georgia"/>
          <w:lang w:val="ru-RU"/>
        </w:rPr>
      </w:pPr>
    </w:p>
    <w:p w:rsidR="00EE6324" w:rsidRPr="00CE6C7F" w:rsidRDefault="00EE6324" w:rsidP="00EE6324">
      <w:pPr>
        <w:ind w:left="-935"/>
        <w:rPr>
          <w:rFonts w:ascii="Georgia" w:hAnsi="Georgia"/>
          <w:lang w:val="ru-RU"/>
        </w:rPr>
      </w:pPr>
    </w:p>
    <w:p w:rsidR="00EE6324" w:rsidRPr="00CE6C7F" w:rsidRDefault="00EE6324" w:rsidP="00EE6324">
      <w:pPr>
        <w:ind w:left="-935"/>
        <w:rPr>
          <w:rFonts w:ascii="Georgia" w:hAnsi="Georgia"/>
          <w:lang w:val="ru-RU"/>
        </w:rPr>
      </w:pPr>
    </w:p>
    <w:p w:rsidR="00EE6324" w:rsidRPr="00CE6C7F" w:rsidRDefault="00EE6324" w:rsidP="00EE6324">
      <w:pPr>
        <w:pStyle w:val="1"/>
        <w:ind w:left="-935"/>
        <w:rPr>
          <w:rFonts w:ascii="Georgia" w:hAnsi="Georgia"/>
          <w:lang w:val="ru-RU"/>
        </w:rPr>
      </w:pPr>
      <w:r w:rsidRPr="009A6A74">
        <w:rPr>
          <w:rFonts w:ascii="Georgia" w:hAnsi="Georgia"/>
          <w:lang w:val="ru-RU"/>
        </w:rPr>
        <w:t xml:space="preserve">Я хотела бы поблагодарить Вас за наше партнерство в прошедшем году. </w:t>
      </w:r>
      <w:r>
        <w:rPr>
          <w:rFonts w:ascii="Georgia" w:hAnsi="Georgia"/>
          <w:lang w:val="ru-RU"/>
        </w:rPr>
        <w:t xml:space="preserve"> </w:t>
      </w:r>
      <w:r w:rsidRPr="009A6A74">
        <w:rPr>
          <w:rFonts w:ascii="Georgia" w:hAnsi="Georgia"/>
          <w:lang w:val="ru-RU"/>
        </w:rPr>
        <w:t>Fourth Coffee стала успешной компанией только благодаря таким постоянным клиентам, как Вы.</w:t>
      </w:r>
    </w:p>
    <w:p w:rsidR="00EE6324" w:rsidRPr="00CE6C7F" w:rsidRDefault="00EE6324" w:rsidP="00EE6324">
      <w:pPr>
        <w:pStyle w:val="1"/>
        <w:ind w:left="-935"/>
        <w:rPr>
          <w:rFonts w:ascii="Georgia" w:hAnsi="Georgia"/>
          <w:lang w:val="ru-RU"/>
        </w:rPr>
      </w:pPr>
      <w:r w:rsidRPr="009A6A74">
        <w:rPr>
          <w:rFonts w:ascii="Georgia" w:hAnsi="Georgia"/>
          <w:lang w:val="ru-RU"/>
        </w:rPr>
        <w:t>У нас появились новые сорта кофе, и мы теперь выпекаем булочки прямо в кофейне. Я уверена, Вам понравится!</w:t>
      </w:r>
      <w:r>
        <w:rPr>
          <w:rFonts w:ascii="Georgia" w:hAnsi="Georgia"/>
          <w:lang w:val="ru-RU"/>
        </w:rPr>
        <w:t xml:space="preserve"> [Инструкц</w:t>
      </w:r>
      <w:r w:rsidR="00E756A4">
        <w:rPr>
          <w:rFonts w:ascii="Georgia" w:hAnsi="Georgia"/>
          <w:lang w:val="ru-RU"/>
        </w:rPr>
        <w:t>и</w:t>
      </w:r>
      <w:r>
        <w:rPr>
          <w:rFonts w:ascii="Georgia" w:hAnsi="Georgia"/>
          <w:lang w:val="ru-RU"/>
        </w:rPr>
        <w:t xml:space="preserve"> и]</w:t>
      </w:r>
      <w:r w:rsidRPr="009A6A74">
        <w:rPr>
          <w:rFonts w:ascii="Georgia" w:hAnsi="Georgia"/>
          <w:lang w:val="ru-RU"/>
        </w:rPr>
        <w:t xml:space="preserve"> купон </w:t>
      </w:r>
      <w:r>
        <w:rPr>
          <w:rFonts w:ascii="Georgia" w:hAnsi="Georgia"/>
          <w:lang w:val="ru-RU"/>
        </w:rPr>
        <w:t xml:space="preserve">из этого письма, </w:t>
      </w:r>
      <w:r w:rsidRPr="009A6A74">
        <w:rPr>
          <w:rFonts w:ascii="Georgia" w:hAnsi="Georgia"/>
          <w:lang w:val="ru-RU"/>
        </w:rPr>
        <w:t>чтобы бесплатно получить упаковку кофе.</w:t>
      </w:r>
    </w:p>
    <w:p w:rsidR="00EE6324" w:rsidRPr="00CE6C7F" w:rsidRDefault="00EE6324" w:rsidP="00EE6324">
      <w:pPr>
        <w:pStyle w:val="1"/>
        <w:ind w:left="-935"/>
        <w:rPr>
          <w:rFonts w:ascii="Georgia" w:hAnsi="Georgia"/>
          <w:lang w:val="ru-RU"/>
        </w:rPr>
      </w:pPr>
      <w:r w:rsidRPr="009A6A74">
        <w:rPr>
          <w:rFonts w:ascii="Georgia" w:hAnsi="Georgia"/>
          <w:lang w:val="ru-RU"/>
        </w:rPr>
        <w:t>С уважением,</w:t>
      </w:r>
    </w:p>
    <w:p w:rsidR="00EE6324" w:rsidRPr="00CE6C7F" w:rsidRDefault="00EE6324" w:rsidP="00EE6324">
      <w:pPr>
        <w:ind w:left="-900"/>
        <w:rPr>
          <w:rFonts w:ascii="Comic Sans MS" w:hAnsi="Comic Sans MS"/>
          <w:i/>
          <w:spacing w:val="8"/>
          <w:lang w:val="ru-RU"/>
        </w:rPr>
      </w:pPr>
      <w:r w:rsidRPr="009A6A74">
        <w:rPr>
          <w:rFonts w:ascii="Comic Sans MS" w:hAnsi="Comic Sans MS"/>
          <w:i/>
          <w:spacing w:val="8"/>
          <w:lang w:val="ru-RU"/>
        </w:rPr>
        <w:t>Маринова Надежда,</w:t>
      </w:r>
    </w:p>
    <w:p w:rsidR="00EE6324" w:rsidRPr="00CE6C7F" w:rsidRDefault="00EE6324" w:rsidP="00EE6324">
      <w:pPr>
        <w:ind w:left="-900"/>
        <w:rPr>
          <w:rFonts w:ascii="Georgia" w:hAnsi="Georgia"/>
          <w:lang w:val="ru-RU"/>
        </w:rPr>
      </w:pPr>
      <w:r w:rsidRPr="009A6A74">
        <w:rPr>
          <w:rFonts w:ascii="Georgia" w:hAnsi="Georgia"/>
          <w:lang w:val="ru-RU"/>
        </w:rPr>
        <w:t>владелец компании</w:t>
      </w:r>
    </w:p>
    <w:p w:rsidR="00EE6324" w:rsidRPr="00CE6C7F" w:rsidRDefault="00EE6324" w:rsidP="00EE6324">
      <w:pPr>
        <w:ind w:left="-900"/>
        <w:rPr>
          <w:rFonts w:ascii="Georgia" w:hAnsi="Georgia"/>
          <w:lang w:val="ru-RU"/>
        </w:rPr>
      </w:pPr>
    </w:p>
    <w:p w:rsidR="00F825D0" w:rsidRPr="00CE6C7F" w:rsidRDefault="00F825D0" w:rsidP="00EE6324">
      <w:pPr>
        <w:ind w:left="-900"/>
        <w:rPr>
          <w:rFonts w:ascii="Georgia" w:hAnsi="Georgia"/>
          <w:lang w:val="ru-RU"/>
        </w:rPr>
      </w:pPr>
    </w:p>
    <w:p w:rsidR="00F825D0" w:rsidRPr="00CE6C7F" w:rsidRDefault="00F825D0" w:rsidP="00EE6324">
      <w:pPr>
        <w:ind w:left="-900"/>
        <w:rPr>
          <w:rFonts w:ascii="Georgia" w:hAnsi="Georgia"/>
          <w:lang w:val="ru-RU"/>
        </w:rPr>
      </w:pPr>
    </w:p>
    <w:p w:rsidR="00F825D0" w:rsidRPr="00CE6C7F" w:rsidRDefault="00F825D0" w:rsidP="00EE6324">
      <w:pPr>
        <w:ind w:left="-900"/>
        <w:rPr>
          <w:rFonts w:ascii="Georgia" w:hAnsi="Georgia"/>
          <w:lang w:val="ru-RU"/>
        </w:rPr>
      </w:pPr>
    </w:p>
    <w:p w:rsidR="00EE6324" w:rsidRPr="00CE6C7F" w:rsidRDefault="00083595" w:rsidP="00EE6324">
      <w:pPr>
        <w:pStyle w:val="1"/>
        <w:rPr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259080</wp:posOffset>
                </wp:positionV>
                <wp:extent cx="4800600" cy="2422525"/>
                <wp:effectExtent l="1270" t="1905" r="0" b="4445"/>
                <wp:wrapNone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0600" cy="2422525"/>
                          <a:chOff x="1892" y="7049"/>
                          <a:chExt cx="7560" cy="3600"/>
                        </a:xfrm>
                      </wpg:grpSpPr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892" y="7049"/>
                            <a:ext cx="7560" cy="3600"/>
                          </a:xfrm>
                          <a:prstGeom prst="rect">
                            <a:avLst/>
                          </a:prstGeom>
                          <a:solidFill>
                            <a:srgbClr val="6666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BCD5D8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5"/>
                        <wps:cNvSpPr>
                          <a:spLocks noChangeArrowheads="1"/>
                        </wps:cNvSpPr>
                        <wps:spPr bwMode="auto">
                          <a:xfrm>
                            <a:off x="6617" y="7052"/>
                            <a:ext cx="2725" cy="3586"/>
                          </a:xfrm>
                          <a:prstGeom prst="ellipse">
                            <a:avLst/>
                          </a:prstGeom>
                          <a:solidFill>
                            <a:srgbClr val="6666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BCD5D8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2072" y="7229"/>
                            <a:ext cx="7020" cy="32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2700">
                            <a:solidFill>
                              <a:srgbClr val="BCD5D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113" y="8151"/>
                            <a:ext cx="1649" cy="1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6324" w:rsidRPr="008F41CA" w:rsidRDefault="00EE6324" w:rsidP="00EE6324">
                              <w:r>
                                <w:rPr>
                                  <w:noProof/>
                                  <w:lang w:val="ru-RU" w:eastAsia="ru-RU"/>
                                </w:rPr>
                                <w:drawing>
                                  <wp:inline distT="0" distB="0" distL="0" distR="0">
                                    <wp:extent cx="990600" cy="981075"/>
                                    <wp:effectExtent l="19050" t="0" r="0" b="0"/>
                                    <wp:docPr id="6" name="Picture 6" descr="cup of coffee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cup of coffee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90600" cy="9810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none" lIns="18288" tIns="18288" rIns="18288" bIns="18288" anchor="t" anchorCtr="0" upright="1">
                          <a:sp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242" y="7878"/>
                            <a:ext cx="4695" cy="2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6324" w:rsidRPr="00CE6C7F" w:rsidRDefault="00EE6324" w:rsidP="00EE6324">
                              <w:pPr>
                                <w:pStyle w:val="a3"/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lang w:val="ru-RU"/>
                                </w:rPr>
                                <w:t xml:space="preserve">Получите </w:t>
                              </w:r>
                              <w:r w:rsidRPr="00E5305B">
                                <w:rPr>
                                  <w:lang w:val="ru-RU"/>
                                </w:rPr>
                                <w:t>БЕСПЛАТНО</w:t>
                              </w:r>
                              <w:r>
                                <w:rPr>
                                  <w:lang w:val="ru-RU"/>
                                </w:rPr>
                                <w:t xml:space="preserve"> УПАКОВКУ</w:t>
                              </w:r>
                              <w:r w:rsidRPr="00E5305B">
                                <w:rPr>
                                  <w:lang w:val="ru-RU"/>
                                </w:rPr>
                                <w:t xml:space="preserve"> КОФЕ</w:t>
                              </w:r>
                              <w:r>
                                <w:rPr>
                                  <w:lang w:val="ru-RU"/>
                                </w:rPr>
                                <w:t xml:space="preserve"> при покупке одной упаковки по такой же или более высокой цене в кофейне</w:t>
                              </w:r>
                            </w:p>
                            <w:p w:rsidR="00EE6324" w:rsidRPr="00CE6C7F" w:rsidRDefault="00EE6324" w:rsidP="00EE6324">
                              <w:pPr>
                                <w:pStyle w:val="a5"/>
                                <w:rPr>
                                  <w:color w:val="FFFFFF" w:themeColor="background1"/>
                                  <w:lang w:val="ru-RU"/>
                                </w:rPr>
                              </w:pPr>
                              <w:r w:rsidRPr="00214A62">
                                <w:rPr>
                                  <w:color w:val="FFFFFF" w:themeColor="background1"/>
                                  <w:lang w:val="ru-RU"/>
                                </w:rPr>
                                <w:t>Fourth Coffee</w:t>
                              </w:r>
                            </w:p>
                            <w:p w:rsidR="00EE6324" w:rsidRPr="00CE6C7F" w:rsidRDefault="00EE6324" w:rsidP="00EE6324">
                              <w:pPr>
                                <w:pStyle w:val="a4"/>
                                <w:rPr>
                                  <w:lang w:val="ru-RU"/>
                                </w:rPr>
                              </w:pPr>
                              <w:r w:rsidRPr="00E5305B">
                                <w:rPr>
                                  <w:lang w:val="ru-RU"/>
                                </w:rPr>
                                <w:t xml:space="preserve">Купоны принимаются во всех участвующих </w:t>
                              </w:r>
                              <w:r>
                                <w:rPr>
                                  <w:lang w:val="ru-RU"/>
                                </w:rPr>
                                <w:t>в акции</w:t>
                              </w:r>
                              <w:r w:rsidRPr="0073588E">
                                <w:rPr>
                                  <w:lang w:val="ru-RU"/>
                                </w:rPr>
                                <w:t>кофейнях Fourth Coffee</w:t>
                              </w:r>
                            </w:p>
                            <w:p w:rsidR="00EE6324" w:rsidRPr="00CE6C7F" w:rsidRDefault="00EE6324" w:rsidP="00EE6324">
                              <w:pPr>
                                <w:pStyle w:val="a4"/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lang w:val="ru-RU"/>
                                </w:rPr>
                                <w:t>Акция продлится до 1 февраля 2010 г.</w:t>
                              </w:r>
                            </w:p>
                            <w:p w:rsidR="00EE6324" w:rsidRPr="00CE6C7F" w:rsidRDefault="00EE6324" w:rsidP="00EE6324">
                              <w:pPr>
                                <w:pStyle w:val="a4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233" y="10210"/>
                            <a:ext cx="2160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6324" w:rsidRPr="0035041D" w:rsidRDefault="00083595" w:rsidP="00EE6324">
                              <w:pPr>
                                <w:pStyle w:val="a6"/>
                              </w:pPr>
                              <w:hyperlink r:id="rId8" w:history="1">
                                <w:r w:rsidR="00EE6324" w:rsidRPr="0035041D">
                                  <w:rPr>
                                    <w:lang w:val="ru-RU"/>
                                  </w:rPr>
                                  <w:t>www.fourthcoffee.com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370" y="7375"/>
                            <a:ext cx="4455" cy="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6324" w:rsidRPr="00214A62" w:rsidRDefault="00EE6324" w:rsidP="00EE6324">
                              <w:pPr>
                                <w:pStyle w:val="a7"/>
                                <w:rPr>
                                  <w:color w:val="FFFFFF" w:themeColor="background1"/>
                                </w:rPr>
                              </w:pPr>
                              <w:r w:rsidRPr="00214A62">
                                <w:rPr>
                                  <w:color w:val="FFFFFF" w:themeColor="background1"/>
                                  <w:lang w:val="ru-RU"/>
                                </w:rPr>
                                <w:t>Купон на скидку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7" style="position:absolute;margin-left:4.6pt;margin-top:20.4pt;width:378pt;height:190.75pt;z-index:251661312" coordorigin="1892,7049" coordsize="7560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">
                <v:rect id="Rectangle 4" o:spid="_x0000_s1028" style="position:absolute;left:1892;top:7049;width:756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7qXsMA&#10;AADaAAAADwAAAGRycy9kb3ducmV2LnhtbESPS4vCQBCE7wv+h6EFb+vEFUSio4ighPUBPi7e2kyb&#10;BDM9ITPG+O+dhQWPRVV9RU3nrSlFQ7UrLCsY9CMQxKnVBWcKzqfV9xiE88gaS8uk4EUO5rPO1xRj&#10;bZ98oOboMxEg7GJUkHtfxVK6NCeDrm8r4uDdbG3QB1lnUtf4DHBTyp8oGkmDBYeFHCta5pTejw+j&#10;4HRIzvdkv7xetuvMNMONfvxud0r1uu1iAsJT6z/h/3aiFQzh70q4AXL2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7qXsMAAADaAAAADwAAAAAAAAAAAAAAAACYAgAAZHJzL2Rv&#10;d25yZXYueG1sUEsFBgAAAAAEAAQA9QAAAIgDAAAAAA==&#10;" fillcolor="#669" stroked="f" strokecolor="#bcd5d8" strokeweight=".25pt"/>
                <v:oval id="Oval 5" o:spid="_x0000_s1029" style="position:absolute;left:6617;top:7052;width:2725;height:35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jN2sMA&#10;AADaAAAADwAAAGRycy9kb3ducmV2LnhtbESPT4vCMBTE7wt+h/AEb2ta0UWqUVSQXcTD+ufi7dE8&#10;m2LzUpqs7X57Iwgeh5n5DTNfdrYSd2p86VhBOkxAEOdOl1woOJ+2n1MQPiBrrByTgn/ysFz0PuaY&#10;adfyge7HUIgIYZ+hAhNCnUnpc0MW/dDVxNG7usZiiLIppG6wjXBbyVGSfEmLJccFgzVtDOW3459V&#10;MEnN7/5Qrbcy7XaX73TdJuWuVWrQ71YzEIG68A6/2j9awRieV+IN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qjN2sMAAADaAAAADwAAAAAAAAAAAAAAAACYAgAAZHJzL2Rv&#10;d25yZXYueG1sUEsFBgAAAAAEAAQA9QAAAIgDAAAAAA==&#10;" fillcolor="#669" stroked="f" strokecolor="#bcd5d8"/>
                <v:roundrect id="AutoShape 6" o:spid="_x0000_s1030" style="position:absolute;left:2072;top:7229;width:7020;height:32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MUb8EA&#10;AADaAAAADwAAAGRycy9kb3ducmV2LnhtbESP3YrCMBSE7wXfIRzBG9FUxR+qUUQQ9kIWVn2AQ3Ns&#10;S5uTkkRb334jCF4OM/MNs913phZPcr60rGA6SUAQZ1aXnCu4XU/jNQgfkDXWlknBizzsd/3eFlNt&#10;W/6j5yXkIkLYp6igCKFJpfRZQQb9xDbE0btbZzBE6XKpHbYRbmo5S5KlNFhyXCiwoWNBWXV5GAVn&#10;V4Xz6njPaLR2v/O2ShYHfVNqOOgOGxCBuvANf9o/WsEC3lfiDZC7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9jFG/BAAAA2gAAAA8AAAAAAAAAAAAAAAAAmAIAAGRycy9kb3du&#10;cmV2LnhtbFBLBQYAAAAABAAEAPUAAACGAwAAAAA=&#10;" filled="f" strokecolor="#bcd5d8" strokeweight="1pt"/>
                <v:shape id="Text Box 7" o:spid="_x0000_s1031" type="#_x0000_t202" style="position:absolute;left:7113;top:8151;width:1649;height:151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wogr8A&#10;AADaAAAADwAAAGRycy9kb3ducmV2LnhtbESP3WoCMRCF7wXfIYzgnWYrorI1ShEK7Y2w6gMMyXR3&#10;NZmkm6jbt28EwcvD+fk4623vrLhRF1vPCt6mBQhi7U3LtYLT8XOyAhETskHrmRT8UYTtZjhYY2n8&#10;nSu6HVIt8gjHEhU0KYVSyqgbchinPhBn78d3DlOWXS1Nh/c87qycFcVCOmw5ExoMtGtIXw5XlyH7&#10;oFnb7/nvOVhbVacd20Wr1HjUf7yDSNSnV/jZ/jIKlvC4km+A3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vCiCvwAAANoAAAAPAAAAAAAAAAAAAAAAAJgCAABkcnMvZG93bnJl&#10;di54bWxQSwUGAAAAAAQABAD1AAAAhAMAAAAA&#10;" filled="f" stroked="f">
                  <v:textbox style="mso-fit-shape-to-text:t" inset="1.44pt,1.44pt,1.44pt,1.44pt">
                    <w:txbxContent>
                      <w:p w:rsidR="00EE6324" w:rsidRPr="008F41CA" w:rsidRDefault="00EE6324" w:rsidP="00EE6324">
                        <w:r>
                          <w:rPr>
                            <w:noProof/>
                            <w:lang w:val="ru-RU" w:eastAsia="ru-RU"/>
                          </w:rPr>
                          <w:drawing>
                            <wp:inline distT="0" distB="0" distL="0" distR="0">
                              <wp:extent cx="990600" cy="981075"/>
                              <wp:effectExtent l="19050" t="0" r="0" b="0"/>
                              <wp:docPr id="6" name="Picture 6" descr="cup of coffe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up of coffe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90600" cy="9810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8" o:spid="_x0000_s1032" type="#_x0000_t202" style="position:absolute;left:2242;top:7878;width:4695;height:23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EE6324" w:rsidRPr="00CE6C7F" w:rsidRDefault="00EE6324" w:rsidP="00EE6324">
                        <w:pPr>
                          <w:pStyle w:val="a3"/>
                          <w:rPr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 xml:space="preserve">Получите </w:t>
                        </w:r>
                        <w:r w:rsidRPr="00E5305B">
                          <w:rPr>
                            <w:lang w:val="ru-RU"/>
                          </w:rPr>
                          <w:t>БЕСПЛАТНО</w:t>
                        </w:r>
                        <w:r>
                          <w:rPr>
                            <w:lang w:val="ru-RU"/>
                          </w:rPr>
                          <w:t xml:space="preserve"> УПАКОВКУ</w:t>
                        </w:r>
                        <w:r w:rsidRPr="00E5305B">
                          <w:rPr>
                            <w:lang w:val="ru-RU"/>
                          </w:rPr>
                          <w:t xml:space="preserve"> КОФЕ</w:t>
                        </w:r>
                        <w:r>
                          <w:rPr>
                            <w:lang w:val="ru-RU"/>
                          </w:rPr>
                          <w:t xml:space="preserve"> при покупке одной упаковки по такой же или более высокой цене в кофейне</w:t>
                        </w:r>
                      </w:p>
                      <w:p w:rsidR="00EE6324" w:rsidRPr="00CE6C7F" w:rsidRDefault="00EE6324" w:rsidP="00EE6324">
                        <w:pPr>
                          <w:pStyle w:val="a5"/>
                          <w:rPr>
                            <w:color w:val="FFFFFF" w:themeColor="background1"/>
                            <w:lang w:val="ru-RU"/>
                          </w:rPr>
                        </w:pPr>
                        <w:r w:rsidRPr="00214A62">
                          <w:rPr>
                            <w:color w:val="FFFFFF" w:themeColor="background1"/>
                            <w:lang w:val="ru-RU"/>
                          </w:rPr>
                          <w:t>Fourth Coffee</w:t>
                        </w:r>
                      </w:p>
                      <w:p w:rsidR="00EE6324" w:rsidRPr="00CE6C7F" w:rsidRDefault="00EE6324" w:rsidP="00EE6324">
                        <w:pPr>
                          <w:pStyle w:val="a4"/>
                          <w:rPr>
                            <w:lang w:val="ru-RU"/>
                          </w:rPr>
                        </w:pPr>
                        <w:r w:rsidRPr="00E5305B">
                          <w:rPr>
                            <w:lang w:val="ru-RU"/>
                          </w:rPr>
                          <w:t xml:space="preserve">Купоны принимаются во всех участвующих </w:t>
                        </w:r>
                        <w:r>
                          <w:rPr>
                            <w:lang w:val="ru-RU"/>
                          </w:rPr>
                          <w:t>в акции</w:t>
                        </w:r>
                        <w:r w:rsidRPr="0073588E">
                          <w:rPr>
                            <w:lang w:val="ru-RU"/>
                          </w:rPr>
                          <w:t>кофейнях Fourth Coffee</w:t>
                        </w:r>
                      </w:p>
                      <w:p w:rsidR="00EE6324" w:rsidRPr="00CE6C7F" w:rsidRDefault="00EE6324" w:rsidP="00EE6324">
                        <w:pPr>
                          <w:pStyle w:val="a4"/>
                          <w:rPr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>Акция продлится до 1 февраля 2010 г.</w:t>
                        </w:r>
                      </w:p>
                      <w:p w:rsidR="00EE6324" w:rsidRPr="00CE6C7F" w:rsidRDefault="00EE6324" w:rsidP="00EE6324">
                        <w:pPr>
                          <w:pStyle w:val="a4"/>
                          <w:rPr>
                            <w:lang w:val="ru-RU"/>
                          </w:rPr>
                        </w:pPr>
                      </w:p>
                    </w:txbxContent>
                  </v:textbox>
                </v:shape>
                <v:shape id="Text Box 9" o:spid="_x0000_s1033" type="#_x0000_t202" style="position:absolute;left:4233;top:10210;width:216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EE6324" w:rsidRPr="0035041D" w:rsidRDefault="00083595" w:rsidP="00EE6324">
                        <w:pPr>
                          <w:pStyle w:val="a6"/>
                        </w:pPr>
                        <w:hyperlink r:id="rId9" w:history="1">
                          <w:r w:rsidR="00EE6324" w:rsidRPr="0035041D">
                            <w:rPr>
                              <w:lang w:val="ru-RU"/>
                            </w:rPr>
                            <w:t>www.fourthcoffee.com</w:t>
                          </w:r>
                        </w:hyperlink>
                      </w:p>
                    </w:txbxContent>
                  </v:textbox>
                </v:shape>
                <v:shape id="Text Box 10" o:spid="_x0000_s1034" type="#_x0000_t202" style="position:absolute;left:2370;top:7375;width:4455;height:5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EE6324" w:rsidRPr="00214A62" w:rsidRDefault="00EE6324" w:rsidP="00EE6324">
                        <w:pPr>
                          <w:pStyle w:val="a7"/>
                          <w:rPr>
                            <w:color w:val="FFFFFF" w:themeColor="background1"/>
                          </w:rPr>
                        </w:pPr>
                        <w:r w:rsidRPr="00214A62">
                          <w:rPr>
                            <w:color w:val="FFFFFF" w:themeColor="background1"/>
                            <w:lang w:val="ru-RU"/>
                          </w:rPr>
                          <w:t>Купон на скидку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E6324" w:rsidRPr="00CE6C7F" w:rsidRDefault="00EE6324" w:rsidP="00EE6324">
      <w:pPr>
        <w:pStyle w:val="1"/>
        <w:ind w:left="-935"/>
        <w:rPr>
          <w:lang w:val="ru-RU"/>
        </w:rPr>
      </w:pPr>
    </w:p>
    <w:p w:rsidR="00EE6324" w:rsidRPr="00CE6C7F" w:rsidRDefault="00EE6324" w:rsidP="00EE6324">
      <w:pPr>
        <w:pStyle w:val="1"/>
        <w:ind w:left="-935"/>
        <w:rPr>
          <w:lang w:val="ru-RU"/>
        </w:rPr>
      </w:pPr>
    </w:p>
    <w:p w:rsidR="00EE6324" w:rsidRPr="00CE6C7F" w:rsidRDefault="00EE6324" w:rsidP="00EE6324">
      <w:pPr>
        <w:pStyle w:val="1"/>
        <w:ind w:left="-935"/>
        <w:rPr>
          <w:lang w:val="ru-RU"/>
        </w:rPr>
      </w:pPr>
    </w:p>
    <w:p w:rsidR="00EE6324" w:rsidRPr="00CE6C7F" w:rsidRDefault="00EE6324" w:rsidP="00EE6324">
      <w:pPr>
        <w:pStyle w:val="1"/>
        <w:ind w:left="-935"/>
        <w:rPr>
          <w:lang w:val="ru-RU"/>
        </w:rPr>
      </w:pPr>
    </w:p>
    <w:p w:rsidR="00EE6324" w:rsidRPr="00CE6C7F" w:rsidRDefault="00EE6324" w:rsidP="00EE6324">
      <w:pPr>
        <w:pStyle w:val="1"/>
        <w:ind w:left="-935"/>
        <w:rPr>
          <w:lang w:val="ru-RU"/>
        </w:rPr>
      </w:pPr>
    </w:p>
    <w:p w:rsidR="00EE6324" w:rsidRPr="00CE6C7F" w:rsidRDefault="00EE6324" w:rsidP="00EE6324">
      <w:pPr>
        <w:pStyle w:val="1"/>
        <w:ind w:left="-935"/>
        <w:rPr>
          <w:lang w:val="ru-RU"/>
        </w:rPr>
      </w:pPr>
    </w:p>
    <w:p w:rsidR="00EE6324" w:rsidRPr="00CE6C7F" w:rsidRDefault="00EE6324" w:rsidP="00EE6324">
      <w:pPr>
        <w:pStyle w:val="1"/>
        <w:ind w:left="-935"/>
        <w:rPr>
          <w:lang w:val="ru-RU"/>
        </w:rPr>
      </w:pPr>
    </w:p>
    <w:p w:rsidR="00EE6324" w:rsidRPr="00CE6C7F" w:rsidRDefault="00EE6324" w:rsidP="00EE6324">
      <w:pPr>
        <w:pStyle w:val="1"/>
        <w:ind w:left="-935"/>
        <w:rPr>
          <w:lang w:val="ru-RU"/>
        </w:rPr>
      </w:pPr>
    </w:p>
    <w:p w:rsidR="00335DEA" w:rsidRPr="00CE6C7F" w:rsidRDefault="00083595">
      <w:pPr>
        <w:rPr>
          <w:lang w:val="ru-RU"/>
        </w:rPr>
      </w:pPr>
    </w:p>
    <w:sectPr w:rsidR="00335DEA" w:rsidRPr="00CE6C7F" w:rsidSect="00CE6C7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720" w:right="1800" w:bottom="1440" w:left="180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595" w:rsidRDefault="00083595" w:rsidP="00522FF0">
      <w:r>
        <w:separator/>
      </w:r>
    </w:p>
  </w:endnote>
  <w:endnote w:type="continuationSeparator" w:id="0">
    <w:p w:rsidR="00083595" w:rsidRDefault="00083595" w:rsidP="00522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FF0" w:rsidRDefault="00522FF0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FF0" w:rsidRDefault="00522FF0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FF0" w:rsidRDefault="00522FF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595" w:rsidRDefault="00083595" w:rsidP="00522FF0">
      <w:r>
        <w:separator/>
      </w:r>
    </w:p>
  </w:footnote>
  <w:footnote w:type="continuationSeparator" w:id="0">
    <w:p w:rsidR="00083595" w:rsidRDefault="00083595" w:rsidP="00522F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FF0" w:rsidRDefault="00522FF0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FF0" w:rsidRDefault="00522FF0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FF0" w:rsidRDefault="00522FF0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595"/>
    <w:rsid w:val="00007A28"/>
    <w:rsid w:val="00045EAA"/>
    <w:rsid w:val="00083595"/>
    <w:rsid w:val="00096E14"/>
    <w:rsid w:val="000B3E46"/>
    <w:rsid w:val="001129E1"/>
    <w:rsid w:val="00125F34"/>
    <w:rsid w:val="00497360"/>
    <w:rsid w:val="004F016A"/>
    <w:rsid w:val="00506F76"/>
    <w:rsid w:val="00522FF0"/>
    <w:rsid w:val="00553926"/>
    <w:rsid w:val="005A49EF"/>
    <w:rsid w:val="00616D9A"/>
    <w:rsid w:val="00643978"/>
    <w:rsid w:val="00696132"/>
    <w:rsid w:val="00722702"/>
    <w:rsid w:val="007478A6"/>
    <w:rsid w:val="00827AB9"/>
    <w:rsid w:val="00863251"/>
    <w:rsid w:val="00895C60"/>
    <w:rsid w:val="008B5069"/>
    <w:rsid w:val="008B66A6"/>
    <w:rsid w:val="008D508F"/>
    <w:rsid w:val="0095246F"/>
    <w:rsid w:val="0097531E"/>
    <w:rsid w:val="009F361F"/>
    <w:rsid w:val="00A76C6E"/>
    <w:rsid w:val="00A9639D"/>
    <w:rsid w:val="00B07C97"/>
    <w:rsid w:val="00B56786"/>
    <w:rsid w:val="00B75979"/>
    <w:rsid w:val="00B93EF3"/>
    <w:rsid w:val="00BA72C0"/>
    <w:rsid w:val="00BE274C"/>
    <w:rsid w:val="00BE36C8"/>
    <w:rsid w:val="00C2281F"/>
    <w:rsid w:val="00C94DED"/>
    <w:rsid w:val="00C94F12"/>
    <w:rsid w:val="00CA740A"/>
    <w:rsid w:val="00CB1DA0"/>
    <w:rsid w:val="00CB6F25"/>
    <w:rsid w:val="00CD735D"/>
    <w:rsid w:val="00CE6C7F"/>
    <w:rsid w:val="00CF469A"/>
    <w:rsid w:val="00CF4F97"/>
    <w:rsid w:val="00D85860"/>
    <w:rsid w:val="00DB4460"/>
    <w:rsid w:val="00DF10A3"/>
    <w:rsid w:val="00E3056F"/>
    <w:rsid w:val="00E33163"/>
    <w:rsid w:val="00E756A4"/>
    <w:rsid w:val="00EA5E06"/>
    <w:rsid w:val="00EC49D5"/>
    <w:rsid w:val="00EE6324"/>
    <w:rsid w:val="00F8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ind w:left="21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324"/>
    <w:pPr>
      <w:spacing w:line="240" w:lineRule="auto"/>
      <w:ind w:left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учатель"/>
    <w:rsid w:val="00EE6324"/>
    <w:pPr>
      <w:spacing w:after="120" w:line="240" w:lineRule="auto"/>
      <w:ind w:left="0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a4">
    <w:name w:val="Подробно"/>
    <w:rsid w:val="00EE6324"/>
    <w:pPr>
      <w:spacing w:line="240" w:lineRule="auto"/>
      <w:ind w:left="0"/>
    </w:pPr>
    <w:rPr>
      <w:rFonts w:ascii="Bookman Old Style" w:eastAsia="Times New Roman" w:hAnsi="Bookman Old Style" w:cs="Times New Roman"/>
      <w:sz w:val="18"/>
    </w:rPr>
  </w:style>
  <w:style w:type="paragraph" w:customStyle="1" w:styleId="a5">
    <w:name w:val="Название организации"/>
    <w:rsid w:val="00EE6324"/>
    <w:pPr>
      <w:spacing w:after="120" w:line="240" w:lineRule="auto"/>
      <w:ind w:left="0"/>
    </w:pPr>
    <w:rPr>
      <w:rFonts w:ascii="Trebuchet MS" w:eastAsia="Times New Roman" w:hAnsi="Trebuchet MS" w:cs="Arial"/>
      <w:b/>
      <w:bCs/>
      <w:color w:val="666699"/>
      <w:spacing w:val="100"/>
      <w:kern w:val="32"/>
      <w:sz w:val="28"/>
      <w:szCs w:val="28"/>
    </w:rPr>
  </w:style>
  <w:style w:type="paragraph" w:customStyle="1" w:styleId="a6">
    <w:name w:val="Адрес"/>
    <w:basedOn w:val="a"/>
    <w:next w:val="a"/>
    <w:rsid w:val="00EE6324"/>
    <w:pPr>
      <w:jc w:val="center"/>
    </w:pPr>
    <w:rPr>
      <w:rFonts w:ascii="Trebuchet MS" w:hAnsi="Trebuchet MS"/>
      <w:b/>
      <w:sz w:val="16"/>
    </w:rPr>
  </w:style>
  <w:style w:type="paragraph" w:customStyle="1" w:styleId="a7">
    <w:name w:val="Заголовок сертификата"/>
    <w:rsid w:val="00EE6324"/>
    <w:pPr>
      <w:spacing w:line="240" w:lineRule="auto"/>
      <w:ind w:left="0"/>
      <w:jc w:val="center"/>
    </w:pPr>
    <w:rPr>
      <w:rFonts w:ascii="Bookman Old Style" w:eastAsia="Times New Roman" w:hAnsi="Bookman Old Style" w:cs="Arial"/>
      <w:b/>
      <w:bCs/>
      <w:iCs/>
      <w:caps/>
      <w:color w:val="666699"/>
      <w:kern w:val="32"/>
      <w:sz w:val="28"/>
      <w:szCs w:val="28"/>
    </w:rPr>
  </w:style>
  <w:style w:type="paragraph" w:customStyle="1" w:styleId="1">
    <w:name w:val="Основной текст1"/>
    <w:basedOn w:val="a"/>
    <w:link w:val="a8"/>
    <w:rsid w:val="00EE6324"/>
    <w:pPr>
      <w:spacing w:after="240"/>
    </w:pPr>
  </w:style>
  <w:style w:type="character" w:customStyle="1" w:styleId="a8">
    <w:name w:val="Символ основного текста"/>
    <w:basedOn w:val="a0"/>
    <w:link w:val="1"/>
    <w:rsid w:val="00EE6324"/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Текст выноски1"/>
    <w:basedOn w:val="a"/>
    <w:link w:val="a9"/>
    <w:uiPriority w:val="99"/>
    <w:semiHidden/>
    <w:unhideWhenUsed/>
    <w:rsid w:val="00EE6324"/>
    <w:rPr>
      <w:rFonts w:ascii="Tahoma" w:hAnsi="Tahoma" w:cs="Tahoma"/>
      <w:sz w:val="16"/>
      <w:szCs w:val="16"/>
    </w:rPr>
  </w:style>
  <w:style w:type="character" w:customStyle="1" w:styleId="a9">
    <w:name w:val="Символ текста выноски"/>
    <w:basedOn w:val="a0"/>
    <w:link w:val="10"/>
    <w:uiPriority w:val="99"/>
    <w:semiHidden/>
    <w:rsid w:val="00EE6324"/>
    <w:rPr>
      <w:rFonts w:ascii="Tahoma" w:eastAsia="Times New Roman" w:hAnsi="Tahoma" w:cs="Tahoma"/>
      <w:sz w:val="16"/>
      <w:szCs w:val="16"/>
    </w:rPr>
  </w:style>
  <w:style w:type="paragraph" w:customStyle="1" w:styleId="aa">
    <w:name w:val="верхний колонтитул"/>
    <w:basedOn w:val="a"/>
    <w:link w:val="ab"/>
    <w:uiPriority w:val="99"/>
    <w:semiHidden/>
    <w:unhideWhenUsed/>
    <w:rsid w:val="00522FF0"/>
    <w:pPr>
      <w:tabs>
        <w:tab w:val="center" w:pos="4680"/>
        <w:tab w:val="right" w:pos="9360"/>
      </w:tabs>
    </w:pPr>
  </w:style>
  <w:style w:type="character" w:customStyle="1" w:styleId="ab">
    <w:name w:val="Символ верхнего колонтитула"/>
    <w:basedOn w:val="a0"/>
    <w:link w:val="aa"/>
    <w:uiPriority w:val="99"/>
    <w:semiHidden/>
    <w:rsid w:val="00522FF0"/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нижний колонтитул"/>
    <w:basedOn w:val="a"/>
    <w:link w:val="ad"/>
    <w:uiPriority w:val="99"/>
    <w:semiHidden/>
    <w:unhideWhenUsed/>
    <w:rsid w:val="00522FF0"/>
    <w:pPr>
      <w:tabs>
        <w:tab w:val="center" w:pos="4680"/>
        <w:tab w:val="right" w:pos="9360"/>
      </w:tabs>
    </w:pPr>
  </w:style>
  <w:style w:type="character" w:customStyle="1" w:styleId="ad">
    <w:name w:val="Символ нижнего колонтитула"/>
    <w:basedOn w:val="a0"/>
    <w:link w:val="ac"/>
    <w:uiPriority w:val="99"/>
    <w:semiHidden/>
    <w:rsid w:val="00522FF0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CE6C7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E6C7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ind w:left="21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324"/>
    <w:pPr>
      <w:spacing w:line="240" w:lineRule="auto"/>
      <w:ind w:left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учатель"/>
    <w:rsid w:val="00EE6324"/>
    <w:pPr>
      <w:spacing w:after="120" w:line="240" w:lineRule="auto"/>
      <w:ind w:left="0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a4">
    <w:name w:val="Подробно"/>
    <w:rsid w:val="00EE6324"/>
    <w:pPr>
      <w:spacing w:line="240" w:lineRule="auto"/>
      <w:ind w:left="0"/>
    </w:pPr>
    <w:rPr>
      <w:rFonts w:ascii="Bookman Old Style" w:eastAsia="Times New Roman" w:hAnsi="Bookman Old Style" w:cs="Times New Roman"/>
      <w:sz w:val="18"/>
    </w:rPr>
  </w:style>
  <w:style w:type="paragraph" w:customStyle="1" w:styleId="a5">
    <w:name w:val="Название организации"/>
    <w:rsid w:val="00EE6324"/>
    <w:pPr>
      <w:spacing w:after="120" w:line="240" w:lineRule="auto"/>
      <w:ind w:left="0"/>
    </w:pPr>
    <w:rPr>
      <w:rFonts w:ascii="Trebuchet MS" w:eastAsia="Times New Roman" w:hAnsi="Trebuchet MS" w:cs="Arial"/>
      <w:b/>
      <w:bCs/>
      <w:color w:val="666699"/>
      <w:spacing w:val="100"/>
      <w:kern w:val="32"/>
      <w:sz w:val="28"/>
      <w:szCs w:val="28"/>
    </w:rPr>
  </w:style>
  <w:style w:type="paragraph" w:customStyle="1" w:styleId="a6">
    <w:name w:val="Адрес"/>
    <w:basedOn w:val="a"/>
    <w:next w:val="a"/>
    <w:rsid w:val="00EE6324"/>
    <w:pPr>
      <w:jc w:val="center"/>
    </w:pPr>
    <w:rPr>
      <w:rFonts w:ascii="Trebuchet MS" w:hAnsi="Trebuchet MS"/>
      <w:b/>
      <w:sz w:val="16"/>
    </w:rPr>
  </w:style>
  <w:style w:type="paragraph" w:customStyle="1" w:styleId="a7">
    <w:name w:val="Заголовок сертификата"/>
    <w:rsid w:val="00EE6324"/>
    <w:pPr>
      <w:spacing w:line="240" w:lineRule="auto"/>
      <w:ind w:left="0"/>
      <w:jc w:val="center"/>
    </w:pPr>
    <w:rPr>
      <w:rFonts w:ascii="Bookman Old Style" w:eastAsia="Times New Roman" w:hAnsi="Bookman Old Style" w:cs="Arial"/>
      <w:b/>
      <w:bCs/>
      <w:iCs/>
      <w:caps/>
      <w:color w:val="666699"/>
      <w:kern w:val="32"/>
      <w:sz w:val="28"/>
      <w:szCs w:val="28"/>
    </w:rPr>
  </w:style>
  <w:style w:type="paragraph" w:customStyle="1" w:styleId="1">
    <w:name w:val="Основной текст1"/>
    <w:basedOn w:val="a"/>
    <w:link w:val="a8"/>
    <w:rsid w:val="00EE6324"/>
    <w:pPr>
      <w:spacing w:after="240"/>
    </w:pPr>
  </w:style>
  <w:style w:type="character" w:customStyle="1" w:styleId="a8">
    <w:name w:val="Символ основного текста"/>
    <w:basedOn w:val="a0"/>
    <w:link w:val="1"/>
    <w:rsid w:val="00EE6324"/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Текст выноски1"/>
    <w:basedOn w:val="a"/>
    <w:link w:val="a9"/>
    <w:uiPriority w:val="99"/>
    <w:semiHidden/>
    <w:unhideWhenUsed/>
    <w:rsid w:val="00EE6324"/>
    <w:rPr>
      <w:rFonts w:ascii="Tahoma" w:hAnsi="Tahoma" w:cs="Tahoma"/>
      <w:sz w:val="16"/>
      <w:szCs w:val="16"/>
    </w:rPr>
  </w:style>
  <w:style w:type="character" w:customStyle="1" w:styleId="a9">
    <w:name w:val="Символ текста выноски"/>
    <w:basedOn w:val="a0"/>
    <w:link w:val="10"/>
    <w:uiPriority w:val="99"/>
    <w:semiHidden/>
    <w:rsid w:val="00EE6324"/>
    <w:rPr>
      <w:rFonts w:ascii="Tahoma" w:eastAsia="Times New Roman" w:hAnsi="Tahoma" w:cs="Tahoma"/>
      <w:sz w:val="16"/>
      <w:szCs w:val="16"/>
    </w:rPr>
  </w:style>
  <w:style w:type="paragraph" w:customStyle="1" w:styleId="aa">
    <w:name w:val="верхний колонтитул"/>
    <w:basedOn w:val="a"/>
    <w:link w:val="ab"/>
    <w:uiPriority w:val="99"/>
    <w:semiHidden/>
    <w:unhideWhenUsed/>
    <w:rsid w:val="00522FF0"/>
    <w:pPr>
      <w:tabs>
        <w:tab w:val="center" w:pos="4680"/>
        <w:tab w:val="right" w:pos="9360"/>
      </w:tabs>
    </w:pPr>
  </w:style>
  <w:style w:type="character" w:customStyle="1" w:styleId="ab">
    <w:name w:val="Символ верхнего колонтитула"/>
    <w:basedOn w:val="a0"/>
    <w:link w:val="aa"/>
    <w:uiPriority w:val="99"/>
    <w:semiHidden/>
    <w:rsid w:val="00522FF0"/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нижний колонтитул"/>
    <w:basedOn w:val="a"/>
    <w:link w:val="ad"/>
    <w:uiPriority w:val="99"/>
    <w:semiHidden/>
    <w:unhideWhenUsed/>
    <w:rsid w:val="00522FF0"/>
    <w:pPr>
      <w:tabs>
        <w:tab w:val="center" w:pos="4680"/>
        <w:tab w:val="right" w:pos="9360"/>
      </w:tabs>
    </w:pPr>
  </w:style>
  <w:style w:type="character" w:customStyle="1" w:styleId="ad">
    <w:name w:val="Символ нижнего колонтитула"/>
    <w:basedOn w:val="a0"/>
    <w:link w:val="ac"/>
    <w:uiPriority w:val="99"/>
    <w:semiHidden/>
    <w:rsid w:val="00522FF0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CE6C7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E6C7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urthcoffee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fourthcoffee.com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mov\Documents\My%20Practice%20Files\Word\Mail%20merge%20II-%20Use%20the%20Ribbon%20and%20perform%20a%20complex%20mail%20mer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Mail merge II- Use the Ribbon and perform a complex mail merge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2012-10-14T17:32:00Z</dcterms:created>
  <dcterms:modified xsi:type="dcterms:W3CDTF">2012-10-14T17:32:00Z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oHelpTopicID">
    <vt:lpwstr>RH102798071049</vt:lpwstr>
  </property>
</Properties>
</file>